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823" w:rsidRDefault="008E0823" w:rsidP="00976B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BAE">
        <w:rPr>
          <w:rFonts w:ascii="Times New Roman" w:hAnsi="Times New Roman"/>
          <w:b/>
          <w:sz w:val="28"/>
          <w:szCs w:val="28"/>
        </w:rPr>
        <w:t xml:space="preserve">Мониторинг </w:t>
      </w:r>
      <w:r>
        <w:rPr>
          <w:rFonts w:ascii="Times New Roman" w:hAnsi="Times New Roman"/>
          <w:b/>
          <w:sz w:val="28"/>
          <w:szCs w:val="28"/>
        </w:rPr>
        <w:t xml:space="preserve">соответствия оказываемых 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/>
          <w:b/>
          <w:sz w:val="28"/>
          <w:szCs w:val="28"/>
        </w:rPr>
        <w:t>ых</w:t>
      </w:r>
      <w:r w:rsidRPr="00976BAE">
        <w:rPr>
          <w:rFonts w:ascii="Times New Roman" w:hAnsi="Times New Roman"/>
          <w:b/>
          <w:sz w:val="28"/>
          <w:szCs w:val="28"/>
        </w:rPr>
        <w:t xml:space="preserve"> услуг </w:t>
      </w:r>
      <w:r>
        <w:rPr>
          <w:rFonts w:ascii="Times New Roman" w:hAnsi="Times New Roman"/>
          <w:b/>
          <w:sz w:val="28"/>
          <w:szCs w:val="28"/>
        </w:rPr>
        <w:t>с</w:t>
      </w:r>
      <w:r w:rsidRPr="00976BAE">
        <w:rPr>
          <w:rFonts w:ascii="Times New Roman" w:hAnsi="Times New Roman"/>
          <w:b/>
          <w:sz w:val="28"/>
          <w:szCs w:val="28"/>
        </w:rPr>
        <w:t>тандарт</w:t>
      </w:r>
      <w:r>
        <w:rPr>
          <w:rFonts w:ascii="Times New Roman" w:hAnsi="Times New Roman"/>
          <w:b/>
          <w:sz w:val="28"/>
          <w:szCs w:val="28"/>
        </w:rPr>
        <w:t>ам</w:t>
      </w:r>
      <w:r w:rsidRPr="00976BAE">
        <w:rPr>
          <w:rFonts w:ascii="Times New Roman" w:hAnsi="Times New Roman"/>
          <w:b/>
          <w:sz w:val="28"/>
          <w:szCs w:val="28"/>
        </w:rPr>
        <w:t xml:space="preserve"> муниципальной услуги за </w:t>
      </w:r>
      <w:r>
        <w:rPr>
          <w:rFonts w:ascii="Times New Roman" w:hAnsi="Times New Roman"/>
          <w:b/>
          <w:sz w:val="28"/>
          <w:szCs w:val="28"/>
        </w:rPr>
        <w:t>2012 год</w:t>
      </w:r>
    </w:p>
    <w:p w:rsidR="008E0823" w:rsidRDefault="008E0823" w:rsidP="00976B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0823" w:rsidRPr="00976BAE" w:rsidRDefault="008E0823" w:rsidP="00976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Муниципальная услуга по оказанию культурного досуга путем проведения кинообслуживания населения – деятельность муниципального бюджетного учреждения культуры «Центр кино и досуга «Космос»» Кавказского сельского поселения Кавказского района, осуществляемая в пределах ее компетенции и ответственности, финансируемая за счет муниципального бюджета и направленная на удовлетворение потребностей муниципальной услуги. Получатели муниципальной услуги – юридические и физические лица.</w:t>
      </w:r>
    </w:p>
    <w:p w:rsidR="008E0823" w:rsidRPr="00976BAE" w:rsidRDefault="008E0823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>Муниципальное бюджетное учреждение культуры «</w:t>
      </w:r>
      <w:r>
        <w:rPr>
          <w:rFonts w:ascii="Times New Roman" w:hAnsi="Times New Roman"/>
          <w:sz w:val="28"/>
          <w:szCs w:val="28"/>
        </w:rPr>
        <w:t>Центр кино и досуга «Космос»</w:t>
      </w:r>
      <w:r w:rsidRPr="00976BA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действует на основании Устава, утвержденного постановлением администрации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от </w:t>
      </w:r>
      <w:r>
        <w:rPr>
          <w:rFonts w:ascii="Times New Roman" w:hAnsi="Times New Roman"/>
          <w:sz w:val="28"/>
          <w:szCs w:val="28"/>
        </w:rPr>
        <w:t>26 мая</w:t>
      </w:r>
      <w:r w:rsidRPr="00976BA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11</w:t>
      </w:r>
      <w:r w:rsidRPr="00976BAE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>147</w:t>
      </w:r>
      <w:r w:rsidRPr="00976BAE">
        <w:rPr>
          <w:rFonts w:ascii="Times New Roman" w:hAnsi="Times New Roman"/>
          <w:sz w:val="28"/>
          <w:szCs w:val="28"/>
        </w:rPr>
        <w:t>.</w:t>
      </w:r>
    </w:p>
    <w:p w:rsidR="008E0823" w:rsidRDefault="008E0823" w:rsidP="00976B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76BAE">
        <w:rPr>
          <w:rFonts w:ascii="Times New Roman" w:hAnsi="Times New Roman"/>
          <w:sz w:val="28"/>
          <w:szCs w:val="28"/>
        </w:rPr>
        <w:t xml:space="preserve">В процессе осуществления своей деятельности </w:t>
      </w:r>
      <w:r>
        <w:rPr>
          <w:rFonts w:ascii="Times New Roman" w:hAnsi="Times New Roman"/>
          <w:sz w:val="28"/>
          <w:szCs w:val="28"/>
        </w:rPr>
        <w:t>м</w:t>
      </w:r>
      <w:r w:rsidRPr="00976BAE">
        <w:rPr>
          <w:rFonts w:ascii="Times New Roman" w:hAnsi="Times New Roman"/>
          <w:sz w:val="28"/>
          <w:szCs w:val="28"/>
        </w:rPr>
        <w:t>униципальное бюджетное учреждение культуры «Центр</w:t>
      </w:r>
      <w:r>
        <w:rPr>
          <w:rFonts w:ascii="Times New Roman" w:hAnsi="Times New Roman"/>
          <w:sz w:val="28"/>
          <w:szCs w:val="28"/>
        </w:rPr>
        <w:t xml:space="preserve"> кино и досуга «Космос»</w:t>
      </w:r>
      <w:r w:rsidRPr="00976BA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976BAE">
        <w:rPr>
          <w:rFonts w:ascii="Times New Roman" w:hAnsi="Times New Roman"/>
          <w:sz w:val="28"/>
          <w:szCs w:val="28"/>
        </w:rPr>
        <w:t xml:space="preserve"> сельского поселения Кавказского района руководствуется действующим законодательством, инструктивными документами, Уставом и Положениями.</w:t>
      </w:r>
    </w:p>
    <w:p w:rsidR="008E0823" w:rsidRPr="00C67BF7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Место оказания услуги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7BF7">
        <w:rPr>
          <w:rFonts w:ascii="Times New Roman" w:hAnsi="Times New Roman"/>
          <w:sz w:val="28"/>
          <w:szCs w:val="28"/>
        </w:rPr>
        <w:t xml:space="preserve">Краснодарский край, Кавказский район, </w:t>
      </w:r>
      <w:r>
        <w:rPr>
          <w:rFonts w:ascii="Times New Roman" w:hAnsi="Times New Roman"/>
          <w:sz w:val="28"/>
          <w:szCs w:val="28"/>
        </w:rPr>
        <w:t>станица Кавказская</w:t>
      </w:r>
      <w:r w:rsidRPr="00C67BF7">
        <w:rPr>
          <w:rFonts w:ascii="Times New Roman" w:hAnsi="Times New Roman"/>
          <w:sz w:val="28"/>
          <w:szCs w:val="28"/>
        </w:rPr>
        <w:t xml:space="preserve">, улица Ленина, </w:t>
      </w:r>
      <w:r>
        <w:rPr>
          <w:rFonts w:ascii="Times New Roman" w:hAnsi="Times New Roman"/>
          <w:sz w:val="28"/>
          <w:szCs w:val="28"/>
        </w:rPr>
        <w:t>183.</w:t>
      </w:r>
    </w:p>
    <w:p w:rsidR="008E0823" w:rsidRPr="00C67BF7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График оказ</w:t>
      </w:r>
      <w:r>
        <w:rPr>
          <w:rFonts w:ascii="Times New Roman" w:hAnsi="Times New Roman"/>
          <w:sz w:val="28"/>
          <w:szCs w:val="28"/>
        </w:rPr>
        <w:t>ания услуги – рабочее время с 11</w:t>
      </w:r>
      <w:r w:rsidRPr="00C67BF7">
        <w:rPr>
          <w:rFonts w:ascii="Times New Roman" w:hAnsi="Times New Roman"/>
          <w:sz w:val="28"/>
          <w:szCs w:val="28"/>
        </w:rPr>
        <w:t>-00 часов до 1</w:t>
      </w:r>
      <w:r>
        <w:rPr>
          <w:rFonts w:ascii="Times New Roman" w:hAnsi="Times New Roman"/>
          <w:sz w:val="28"/>
          <w:szCs w:val="28"/>
        </w:rPr>
        <w:t>8</w:t>
      </w:r>
      <w:r w:rsidRPr="00C67BF7">
        <w:rPr>
          <w:rFonts w:ascii="Times New Roman" w:hAnsi="Times New Roman"/>
          <w:sz w:val="28"/>
          <w:szCs w:val="28"/>
        </w:rPr>
        <w:t xml:space="preserve">-00 часов по </w:t>
      </w:r>
      <w:r>
        <w:rPr>
          <w:rFonts w:ascii="Times New Roman" w:hAnsi="Times New Roman"/>
          <w:sz w:val="28"/>
          <w:szCs w:val="28"/>
        </w:rPr>
        <w:t>шестидневной рабочей неделе, выходной суббота.</w:t>
      </w:r>
    </w:p>
    <w:p w:rsidR="008E0823" w:rsidRPr="00C67BF7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Материально-техническое оснащение места предоставления услуги соответств</w:t>
      </w:r>
      <w:r>
        <w:rPr>
          <w:rFonts w:ascii="Times New Roman" w:hAnsi="Times New Roman"/>
          <w:sz w:val="28"/>
          <w:szCs w:val="28"/>
        </w:rPr>
        <w:t>ует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охраны труда, государственным нормативам и условиям, предусмотренным трудовым договором.</w:t>
      </w:r>
    </w:p>
    <w:p w:rsidR="008E0823" w:rsidRPr="00C67BF7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Помещение обеспечено средствами коммунально-бытового обслуживания, отвеча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требованиям санитарно-гигиенических норм и правил, правил пожарной безопасности, безопасности труда.</w:t>
      </w:r>
    </w:p>
    <w:p w:rsidR="008E0823" w:rsidRPr="00C67BF7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В помещении предоставления муниципальной услуги на видном месте размещаются средства пожаротушения и схемы путей эвакуации людей.</w:t>
      </w:r>
    </w:p>
    <w:p w:rsidR="008E0823" w:rsidRPr="00C67BF7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Рабочие места специалистов </w:t>
      </w:r>
      <w:r>
        <w:rPr>
          <w:rFonts w:ascii="Times New Roman" w:hAnsi="Times New Roman"/>
          <w:sz w:val="28"/>
          <w:szCs w:val="28"/>
        </w:rPr>
        <w:t>м</w:t>
      </w:r>
      <w:r w:rsidRPr="00C67BF7">
        <w:rPr>
          <w:rFonts w:ascii="Times New Roman" w:hAnsi="Times New Roman"/>
          <w:sz w:val="28"/>
          <w:szCs w:val="28"/>
        </w:rPr>
        <w:t>униципального бюджетного учреждения культуры «</w:t>
      </w:r>
      <w:r>
        <w:rPr>
          <w:rFonts w:ascii="Times New Roman" w:hAnsi="Times New Roman"/>
          <w:sz w:val="28"/>
          <w:szCs w:val="28"/>
        </w:rPr>
        <w:t>Центр кино и досуга «Космос»»</w:t>
      </w:r>
      <w:r w:rsidRPr="00C67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обеспечен</w:t>
      </w:r>
      <w:r>
        <w:rPr>
          <w:rFonts w:ascii="Times New Roman" w:hAnsi="Times New Roman"/>
          <w:sz w:val="28"/>
          <w:szCs w:val="28"/>
        </w:rPr>
        <w:t>о</w:t>
      </w:r>
      <w:r w:rsidRPr="00C67BF7">
        <w:rPr>
          <w:rFonts w:ascii="Times New Roman" w:hAnsi="Times New Roman"/>
          <w:sz w:val="28"/>
          <w:szCs w:val="28"/>
        </w:rPr>
        <w:t xml:space="preserve"> специальным оборудованием и техническими средствами, мебелью, программными продуктами, специальной документацией, расходными материалами, канцелярскими принадлежностями и т.д.</w:t>
      </w:r>
    </w:p>
    <w:p w:rsidR="008E0823" w:rsidRPr="00C67BF7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C67BF7">
        <w:rPr>
          <w:rFonts w:ascii="Times New Roman" w:hAnsi="Times New Roman"/>
          <w:sz w:val="28"/>
          <w:szCs w:val="28"/>
        </w:rPr>
        <w:t>ехнические средства отвеча</w:t>
      </w:r>
      <w:r>
        <w:rPr>
          <w:rFonts w:ascii="Times New Roman" w:hAnsi="Times New Roman"/>
          <w:sz w:val="28"/>
          <w:szCs w:val="28"/>
        </w:rPr>
        <w:t>ю</w:t>
      </w:r>
      <w:r w:rsidRPr="00C67BF7">
        <w:rPr>
          <w:rFonts w:ascii="Times New Roman" w:hAnsi="Times New Roman"/>
          <w:sz w:val="28"/>
          <w:szCs w:val="28"/>
        </w:rPr>
        <w:t>т требованиям стандартов, технических условий, других нормативных документов и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C67BF7">
        <w:rPr>
          <w:rFonts w:ascii="Times New Roman" w:hAnsi="Times New Roman"/>
          <w:sz w:val="28"/>
          <w:szCs w:val="28"/>
        </w:rPr>
        <w:t xml:space="preserve"> надлежащее качество предоставляемой услуги.</w:t>
      </w:r>
    </w:p>
    <w:p w:rsidR="008E0823" w:rsidRPr="00C67BF7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Штатная численность работников </w:t>
      </w:r>
      <w:r>
        <w:rPr>
          <w:rFonts w:ascii="Times New Roman" w:hAnsi="Times New Roman"/>
          <w:sz w:val="28"/>
          <w:szCs w:val="28"/>
        </w:rPr>
        <w:t xml:space="preserve">муниципального бюджетного </w:t>
      </w:r>
      <w:r w:rsidRPr="00C67BF7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>я</w:t>
      </w:r>
      <w:r w:rsidRPr="00C67BF7">
        <w:rPr>
          <w:rFonts w:ascii="Times New Roman" w:hAnsi="Times New Roman"/>
          <w:sz w:val="28"/>
          <w:szCs w:val="28"/>
        </w:rPr>
        <w:t xml:space="preserve"> культуры «</w:t>
      </w:r>
      <w:r>
        <w:rPr>
          <w:rFonts w:ascii="Times New Roman" w:hAnsi="Times New Roman"/>
          <w:sz w:val="28"/>
          <w:szCs w:val="28"/>
        </w:rPr>
        <w:t>Центр кино и досуга «Космос»</w:t>
      </w:r>
      <w:r w:rsidRPr="00C67BF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C67BF7">
        <w:rPr>
          <w:rFonts w:ascii="Times New Roman" w:hAnsi="Times New Roman"/>
          <w:sz w:val="28"/>
          <w:szCs w:val="28"/>
        </w:rPr>
        <w:t xml:space="preserve"> сельского поселения Кавказского района</w:t>
      </w:r>
      <w:r>
        <w:rPr>
          <w:rFonts w:ascii="Times New Roman" w:hAnsi="Times New Roman"/>
          <w:sz w:val="28"/>
          <w:szCs w:val="28"/>
        </w:rPr>
        <w:t xml:space="preserve"> составляет 17 человек</w:t>
      </w:r>
      <w:r w:rsidRPr="00C67BF7">
        <w:rPr>
          <w:rFonts w:ascii="Times New Roman" w:hAnsi="Times New Roman"/>
          <w:sz w:val="28"/>
          <w:szCs w:val="28"/>
        </w:rPr>
        <w:t>.</w:t>
      </w:r>
    </w:p>
    <w:p w:rsidR="008E0823" w:rsidRPr="00C67BF7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специалисты имеют среднее - специальное, среднее - техническое, высшее - специальное образование</w:t>
      </w:r>
      <w:r w:rsidRPr="00C67BF7">
        <w:rPr>
          <w:rFonts w:ascii="Times New Roman" w:hAnsi="Times New Roman"/>
          <w:sz w:val="28"/>
          <w:szCs w:val="28"/>
        </w:rPr>
        <w:t>, опыт работы, прохождение курсовой подготовки по мере необходимости.</w:t>
      </w:r>
    </w:p>
    <w:p w:rsidR="008E0823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67BF7">
        <w:rPr>
          <w:rFonts w:ascii="Times New Roman" w:hAnsi="Times New Roman"/>
          <w:sz w:val="28"/>
          <w:szCs w:val="28"/>
        </w:rPr>
        <w:t>Лица, отвечающее за качество оказания услуги:</w:t>
      </w:r>
      <w:r w:rsidRPr="00C67BF7">
        <w:rPr>
          <w:rFonts w:ascii="Times New Roman" w:hAnsi="Times New Roman"/>
          <w:b/>
          <w:sz w:val="28"/>
          <w:szCs w:val="28"/>
        </w:rPr>
        <w:t xml:space="preserve"> </w:t>
      </w:r>
      <w:r w:rsidRPr="00C67BF7">
        <w:rPr>
          <w:rFonts w:ascii="Times New Roman" w:hAnsi="Times New Roman"/>
          <w:sz w:val="28"/>
          <w:szCs w:val="28"/>
        </w:rPr>
        <w:t xml:space="preserve">специалисты </w:t>
      </w:r>
      <w:r>
        <w:rPr>
          <w:rFonts w:ascii="Times New Roman" w:hAnsi="Times New Roman"/>
          <w:sz w:val="28"/>
          <w:szCs w:val="28"/>
        </w:rPr>
        <w:t>киноискусства.</w:t>
      </w:r>
    </w:p>
    <w:p w:rsidR="008E0823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Информирование получателей муниципальной услуги о порядке ее предоставления осуществляется путем использования средств почтовой, телефонной, электронной связи и при личном контакте с получателем муниципальной услуги.</w:t>
      </w:r>
    </w:p>
    <w:p w:rsidR="008E0823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80DD2">
        <w:rPr>
          <w:rFonts w:ascii="Times New Roman" w:hAnsi="Times New Roman"/>
          <w:b/>
          <w:sz w:val="28"/>
          <w:szCs w:val="28"/>
        </w:rPr>
        <w:t>Объемы оказания муниципальной услуги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8E0823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1742"/>
        <w:gridCol w:w="1498"/>
        <w:gridCol w:w="1440"/>
        <w:gridCol w:w="2520"/>
      </w:tblGrid>
      <w:tr w:rsidR="008E0823" w:rsidTr="009A616D">
        <w:tc>
          <w:tcPr>
            <w:tcW w:w="2448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Наименование показателя муниципальной услуги</w:t>
            </w:r>
          </w:p>
        </w:tc>
        <w:tc>
          <w:tcPr>
            <w:tcW w:w="1742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Единица измерения показателя (%, натуральное, стоимостное выражение)</w:t>
            </w:r>
          </w:p>
        </w:tc>
        <w:tc>
          <w:tcPr>
            <w:tcW w:w="1498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440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2520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Оценка выполнения муниципальной услуги</w:t>
            </w:r>
          </w:p>
        </w:tc>
      </w:tr>
      <w:tr w:rsidR="008E0823" w:rsidTr="009A616D">
        <w:tc>
          <w:tcPr>
            <w:tcW w:w="2448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42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98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0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E0823" w:rsidTr="009A616D">
        <w:tc>
          <w:tcPr>
            <w:tcW w:w="2448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пользователей</w:t>
            </w:r>
          </w:p>
        </w:tc>
        <w:tc>
          <w:tcPr>
            <w:tcW w:w="1742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498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11000</w:t>
            </w:r>
          </w:p>
        </w:tc>
        <w:tc>
          <w:tcPr>
            <w:tcW w:w="1440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59500</w:t>
            </w:r>
          </w:p>
        </w:tc>
        <w:tc>
          <w:tcPr>
            <w:tcW w:w="2520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Перевыполнение</w:t>
            </w:r>
          </w:p>
        </w:tc>
      </w:tr>
      <w:tr w:rsidR="008E0823" w:rsidTr="009A616D">
        <w:tc>
          <w:tcPr>
            <w:tcW w:w="2448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финансирование</w:t>
            </w:r>
          </w:p>
        </w:tc>
        <w:tc>
          <w:tcPr>
            <w:tcW w:w="1742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1498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1766,5</w:t>
            </w:r>
          </w:p>
        </w:tc>
        <w:tc>
          <w:tcPr>
            <w:tcW w:w="1440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1663,5</w:t>
            </w:r>
          </w:p>
        </w:tc>
        <w:tc>
          <w:tcPr>
            <w:tcW w:w="2520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0823" w:rsidRPr="00B80DD2" w:rsidRDefault="008E0823" w:rsidP="00C67B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E0823" w:rsidRDefault="008E0823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Показатели </w:t>
      </w:r>
      <w:r w:rsidRPr="0010040C">
        <w:rPr>
          <w:rFonts w:ascii="Times New Roman" w:hAnsi="Times New Roman"/>
          <w:b/>
          <w:sz w:val="28"/>
          <w:szCs w:val="28"/>
        </w:rPr>
        <w:t>оценки качества муниципальной услуги:</w:t>
      </w:r>
    </w:p>
    <w:p w:rsidR="008E0823" w:rsidRDefault="008E0823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7"/>
        <w:gridCol w:w="1577"/>
        <w:gridCol w:w="2087"/>
        <w:gridCol w:w="1547"/>
        <w:gridCol w:w="2340"/>
      </w:tblGrid>
      <w:tr w:rsidR="008E0823" w:rsidTr="001E6C59">
        <w:tc>
          <w:tcPr>
            <w:tcW w:w="2277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Наименование показателя результативности и эффективности предоставления муниципальной услуги</w:t>
            </w:r>
          </w:p>
        </w:tc>
        <w:tc>
          <w:tcPr>
            <w:tcW w:w="1577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 xml:space="preserve">Единица измерения показателя </w:t>
            </w:r>
          </w:p>
        </w:tc>
        <w:tc>
          <w:tcPr>
            <w:tcW w:w="2087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Значение показателя, утвержденное в муниципальном задании на отчетный период</w:t>
            </w:r>
          </w:p>
        </w:tc>
        <w:tc>
          <w:tcPr>
            <w:tcW w:w="1547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Фактическое значение показателя за отчетный период</w:t>
            </w:r>
          </w:p>
        </w:tc>
        <w:tc>
          <w:tcPr>
            <w:tcW w:w="2340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Оценка выполнения муниципальной услуги (+;-)</w:t>
            </w:r>
          </w:p>
        </w:tc>
      </w:tr>
      <w:tr w:rsidR="008E0823" w:rsidTr="001E6C59">
        <w:tc>
          <w:tcPr>
            <w:tcW w:w="2277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616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77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616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087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616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547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616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340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616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8E0823" w:rsidTr="001E6C59">
        <w:tc>
          <w:tcPr>
            <w:tcW w:w="2277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Кинематография (детские кинофестивали, киноуроки, праздничные мероприятия, антинарко и др. посещаемость)</w:t>
            </w:r>
          </w:p>
        </w:tc>
        <w:tc>
          <w:tcPr>
            <w:tcW w:w="1577" w:type="dxa"/>
          </w:tcPr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2087" w:type="dxa"/>
          </w:tcPr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  <w:tc>
          <w:tcPr>
            <w:tcW w:w="1547" w:type="dxa"/>
          </w:tcPr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4100</w:t>
            </w:r>
          </w:p>
        </w:tc>
        <w:tc>
          <w:tcPr>
            <w:tcW w:w="2340" w:type="dxa"/>
          </w:tcPr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E154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8E0823" w:rsidTr="001E6C59">
        <w:tc>
          <w:tcPr>
            <w:tcW w:w="2277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местных и региональных программах</w:t>
            </w:r>
          </w:p>
        </w:tc>
        <w:tc>
          <w:tcPr>
            <w:tcW w:w="1577" w:type="dxa"/>
          </w:tcPr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2087" w:type="dxa"/>
          </w:tcPr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547" w:type="dxa"/>
          </w:tcPr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3500</w:t>
            </w:r>
          </w:p>
        </w:tc>
        <w:tc>
          <w:tcPr>
            <w:tcW w:w="2340" w:type="dxa"/>
          </w:tcPr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8E0823" w:rsidTr="001E6C59">
        <w:tc>
          <w:tcPr>
            <w:tcW w:w="2277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Планирование отчетности</w:t>
            </w:r>
          </w:p>
        </w:tc>
        <w:tc>
          <w:tcPr>
            <w:tcW w:w="1577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087" w:type="dxa"/>
          </w:tcPr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Годовые</w:t>
            </w:r>
          </w:p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месячные</w:t>
            </w:r>
          </w:p>
        </w:tc>
        <w:tc>
          <w:tcPr>
            <w:tcW w:w="1547" w:type="dxa"/>
          </w:tcPr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40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16D">
              <w:rPr>
                <w:rFonts w:ascii="Times New Roman" w:hAnsi="Times New Roman"/>
                <w:sz w:val="28"/>
                <w:szCs w:val="28"/>
              </w:rPr>
              <w:t>Выполнено</w:t>
            </w:r>
          </w:p>
        </w:tc>
      </w:tr>
      <w:tr w:rsidR="008E0823" w:rsidTr="001E6C59">
        <w:tc>
          <w:tcPr>
            <w:tcW w:w="2277" w:type="dxa"/>
          </w:tcPr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получателей услуг (число зрителей)</w:t>
            </w:r>
          </w:p>
        </w:tc>
        <w:tc>
          <w:tcPr>
            <w:tcW w:w="1577" w:type="dxa"/>
          </w:tcPr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2087" w:type="dxa"/>
          </w:tcPr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11000</w:t>
            </w:r>
          </w:p>
        </w:tc>
        <w:tc>
          <w:tcPr>
            <w:tcW w:w="1547" w:type="dxa"/>
          </w:tcPr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59500</w:t>
            </w:r>
          </w:p>
        </w:tc>
        <w:tc>
          <w:tcPr>
            <w:tcW w:w="2340" w:type="dxa"/>
          </w:tcPr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0823" w:rsidRPr="009A616D" w:rsidRDefault="008E0823" w:rsidP="009A61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Перевыполнение</w:t>
            </w:r>
          </w:p>
        </w:tc>
      </w:tr>
    </w:tbl>
    <w:p w:rsidR="008E0823" w:rsidRPr="0010040C" w:rsidRDefault="008E0823" w:rsidP="001004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E0823" w:rsidRPr="0010040C" w:rsidRDefault="008E0823" w:rsidP="0010040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040C">
        <w:rPr>
          <w:rFonts w:ascii="Times New Roman" w:hAnsi="Times New Roman"/>
          <w:sz w:val="28"/>
          <w:szCs w:val="28"/>
        </w:rPr>
        <w:t xml:space="preserve"> </w:t>
      </w:r>
    </w:p>
    <w:p w:rsidR="008E0823" w:rsidRPr="008B3E57" w:rsidRDefault="008E0823" w:rsidP="0000780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3E57">
        <w:rPr>
          <w:rFonts w:ascii="Times New Roman" w:hAnsi="Times New Roman"/>
          <w:sz w:val="28"/>
          <w:szCs w:val="28"/>
        </w:rPr>
        <w:t>Жалоб на предоставление муниципальной услуги «</w:t>
      </w:r>
      <w:r>
        <w:rPr>
          <w:rFonts w:ascii="Times New Roman" w:hAnsi="Times New Roman"/>
          <w:sz w:val="28"/>
          <w:szCs w:val="28"/>
        </w:rPr>
        <w:t>Оказание культурного досуга путем проведения кинообслуживания населения</w:t>
      </w:r>
      <w:r w:rsidRPr="008B3E57">
        <w:rPr>
          <w:rFonts w:ascii="Times New Roman" w:hAnsi="Times New Roman"/>
          <w:sz w:val="28"/>
          <w:szCs w:val="28"/>
        </w:rPr>
        <w:t>» не поступало. Выявление нарушений не было. Контроль соблюдения последовательности действий, определенных административными процедурами  по исполнению муниципальной услуги, осуществляется должностным лицом муниципального бюджетного учреждения культуры «</w:t>
      </w:r>
      <w:r>
        <w:rPr>
          <w:rFonts w:ascii="Times New Roman" w:hAnsi="Times New Roman"/>
          <w:sz w:val="28"/>
          <w:szCs w:val="28"/>
        </w:rPr>
        <w:t>Центр кино и досуга «Космос»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района, ответственным за организацию по исполнению муниципальной услуги. Внутренний контроль  осуществляется руководителем проверок соблюдения и исполнения специалистами МБУК </w:t>
      </w:r>
      <w:r>
        <w:rPr>
          <w:rFonts w:ascii="Times New Roman" w:hAnsi="Times New Roman"/>
          <w:sz w:val="28"/>
          <w:szCs w:val="28"/>
        </w:rPr>
        <w:t>«Центр кино и досуга «Космос»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Кавказского </w:t>
      </w:r>
      <w:r w:rsidRPr="008B3E57">
        <w:rPr>
          <w:rFonts w:ascii="Times New Roman" w:hAnsi="Times New Roman"/>
          <w:sz w:val="28"/>
          <w:szCs w:val="28"/>
        </w:rPr>
        <w:t>сельского поселения Кавказского района положений Административного регламента, иных нормативно-правовых актов РФ, Краснодарского края, муниципального образования Кавказского района. Порядок внешнего контроля по исполнению муниципальной услуги МБУК «</w:t>
      </w:r>
      <w:r>
        <w:rPr>
          <w:rFonts w:ascii="Times New Roman" w:hAnsi="Times New Roman"/>
          <w:sz w:val="28"/>
          <w:szCs w:val="28"/>
        </w:rPr>
        <w:t>Центр кино и досуга «Космос»</w:t>
      </w:r>
      <w:r w:rsidRPr="008B3E5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Кавказского</w:t>
      </w:r>
      <w:r w:rsidRPr="008B3E57">
        <w:rPr>
          <w:rFonts w:ascii="Times New Roman" w:hAnsi="Times New Roman"/>
          <w:sz w:val="28"/>
          <w:szCs w:val="28"/>
        </w:rPr>
        <w:t xml:space="preserve"> сельского поселения Кавказского района включает в себя проведение проверок, выявление и устранение нарушений при исполнении муниципальной услуги и оформляются акты проверок. Периодичность контрольных мероприятий по исполнению муниципальной услуги осуществляются 1 раз в месяц или по мере необходимости, т.е. в случае поступления жалоб от потребителей (поступление жалоб не было), требование контрольных, надзорных, правоохранительных органов. Производится документальная проверка, делается опрос, обследование помещений соответствия требованиям охраны труда и санитарно-гигиеническим нормам.</w:t>
      </w:r>
    </w:p>
    <w:p w:rsidR="008E0823" w:rsidRPr="0010040C" w:rsidRDefault="008E0823" w:rsidP="001004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0823" w:rsidRDefault="008E0823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Кавказского сельского поселения</w:t>
      </w:r>
    </w:p>
    <w:p w:rsidR="008E0823" w:rsidRDefault="008E0823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Кавказского района                                                                             О.Г. Мясищева</w:t>
      </w:r>
    </w:p>
    <w:p w:rsidR="008E0823" w:rsidRDefault="008E0823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0823" w:rsidRDefault="008E0823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0823" w:rsidRDefault="008E0823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0823" w:rsidRDefault="008E0823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0823" w:rsidRDefault="008E0823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0823" w:rsidRDefault="008E0823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0823" w:rsidRDefault="008E0823" w:rsidP="00C67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E0823" w:rsidSect="00976B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BAE"/>
    <w:rsid w:val="0000780A"/>
    <w:rsid w:val="0001221C"/>
    <w:rsid w:val="00045FB3"/>
    <w:rsid w:val="000E0229"/>
    <w:rsid w:val="0010040C"/>
    <w:rsid w:val="00135887"/>
    <w:rsid w:val="001E6C59"/>
    <w:rsid w:val="003B09B0"/>
    <w:rsid w:val="00452FAB"/>
    <w:rsid w:val="0046329B"/>
    <w:rsid w:val="0053312D"/>
    <w:rsid w:val="00577A4A"/>
    <w:rsid w:val="006C4F97"/>
    <w:rsid w:val="00766345"/>
    <w:rsid w:val="008B3E57"/>
    <w:rsid w:val="008B73F5"/>
    <w:rsid w:val="008E0823"/>
    <w:rsid w:val="008F1472"/>
    <w:rsid w:val="00976BAE"/>
    <w:rsid w:val="009A616D"/>
    <w:rsid w:val="009D369B"/>
    <w:rsid w:val="00A6047F"/>
    <w:rsid w:val="00AC6359"/>
    <w:rsid w:val="00B3441E"/>
    <w:rsid w:val="00B80DD2"/>
    <w:rsid w:val="00C61656"/>
    <w:rsid w:val="00C67BF7"/>
    <w:rsid w:val="00DA0901"/>
    <w:rsid w:val="00DE5241"/>
    <w:rsid w:val="00E076A9"/>
    <w:rsid w:val="00E15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B80DD2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C4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635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278</TotalTime>
  <Pages>4</Pages>
  <Words>884</Words>
  <Characters>5045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User303</cp:lastModifiedBy>
  <cp:revision>11</cp:revision>
  <cp:lastPrinted>2013-02-05T07:10:00Z</cp:lastPrinted>
  <dcterms:created xsi:type="dcterms:W3CDTF">2013-02-04T17:24:00Z</dcterms:created>
  <dcterms:modified xsi:type="dcterms:W3CDTF">2013-02-07T07:19:00Z</dcterms:modified>
</cp:coreProperties>
</file>